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04BB8C9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7710C3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7710C3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4</w:t>
      </w:r>
    </w:p>
    <w:p w14:paraId="6A743604" w14:textId="3D4D911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7710C3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/202</w:t>
      </w:r>
      <w:r w:rsidR="007710C3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29C249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3379C" w14:textId="77777777" w:rsidR="00975C84" w:rsidRDefault="00975C84" w:rsidP="00C16ABF">
      <w:pPr>
        <w:spacing w:after="0" w:line="240" w:lineRule="auto"/>
      </w:pPr>
      <w:r>
        <w:separator/>
      </w:r>
    </w:p>
  </w:endnote>
  <w:endnote w:type="continuationSeparator" w:id="0">
    <w:p w14:paraId="65AC9F83" w14:textId="77777777" w:rsidR="00975C84" w:rsidRDefault="00975C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8F024" w14:textId="77777777" w:rsidR="00975C84" w:rsidRDefault="00975C84" w:rsidP="00C16ABF">
      <w:pPr>
        <w:spacing w:after="0" w:line="240" w:lineRule="auto"/>
      </w:pPr>
      <w:r>
        <w:separator/>
      </w:r>
    </w:p>
  </w:footnote>
  <w:footnote w:type="continuationSeparator" w:id="0">
    <w:p w14:paraId="5C9D9643" w14:textId="77777777" w:rsidR="00975C84" w:rsidRDefault="00975C8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F35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0C3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75C8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C321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67B7F-03BE-42C4-A7B6-E0C0933D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2020-10-14T08:35:00Z</dcterms:created>
  <dcterms:modified xsi:type="dcterms:W3CDTF">2022-02-11T12:12:00Z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